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515747AA" w:rsidR="008145D7" w:rsidRDefault="008145D7" w:rsidP="00A95138">
      <w:r>
        <w:t xml:space="preserve">Příloha č. </w:t>
      </w:r>
      <w:r w:rsidR="00C67CCA">
        <w:t>7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2D1F6E" w:rsidRPr="002D1F6E">
        <w:rPr>
          <w:rStyle w:val="Tunpodbarven"/>
          <w:rFonts w:eastAsiaTheme="minorHAnsi"/>
        </w:rPr>
        <w:t>24</w:t>
      </w:r>
      <w:r w:rsidR="00910A74" w:rsidRPr="002D1F6E">
        <w:rPr>
          <w:rStyle w:val="Tunpodbarven"/>
          <w:rFonts w:eastAsiaTheme="minorHAnsi"/>
        </w:rPr>
        <w:t>.2. a</w:t>
      </w:r>
      <w:r w:rsidR="008F128C" w:rsidRPr="002D1F6E">
        <w:rPr>
          <w:rStyle w:val="Tunpodbarven"/>
          <w:rFonts w:eastAsiaTheme="minorHAnsi"/>
        </w:rPr>
        <w:t xml:space="preserve"> </w:t>
      </w:r>
      <w:r w:rsidR="002D1F6E" w:rsidRPr="002D1F6E">
        <w:rPr>
          <w:rStyle w:val="Tunpodbarven"/>
          <w:rFonts w:eastAsiaTheme="minorHAnsi"/>
        </w:rPr>
        <w:t>24</w:t>
      </w:r>
      <w:r w:rsidRPr="002D1F6E">
        <w:rPr>
          <w:rStyle w:val="Tunpodbarven"/>
          <w:rFonts w:eastAsiaTheme="minorHAnsi"/>
        </w:rPr>
        <w:t xml:space="preserve">.3 </w:t>
      </w:r>
      <w:r w:rsidR="00910A74" w:rsidRPr="002D1F6E">
        <w:rPr>
          <w:rStyle w:val="Tunpodbarven"/>
          <w:rFonts w:eastAsiaTheme="minorHAnsi"/>
        </w:rPr>
        <w:t>Zadávací</w:t>
      </w:r>
      <w:r w:rsidR="00910A74" w:rsidRPr="00A95138">
        <w:rPr>
          <w:rStyle w:val="Tunpodbarven"/>
          <w:rFonts w:eastAsiaTheme="minorHAnsi"/>
        </w:rPr>
        <w:t xml:space="preserve">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532831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532831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532831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532831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532831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532831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532831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532831">
        <w:rPr>
          <w:highlight w:val="green"/>
        </w:rPr>
        <w:t>]</w:t>
      </w:r>
    </w:p>
    <w:p w14:paraId="36F9CEA7" w14:textId="4F75C6F5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="009726F1">
        <w:rPr>
          <w:rFonts w:eastAsia="Times New Roman" w:cs="Times New Roman"/>
          <w:lang w:eastAsia="cs-CZ"/>
        </w:rPr>
        <w:t xml:space="preserve">sektorovou </w:t>
      </w:r>
      <w:r w:rsidRPr="00910A74">
        <w:rPr>
          <w:rFonts w:eastAsia="Times New Roman" w:cs="Times New Roman"/>
          <w:lang w:eastAsia="cs-CZ"/>
        </w:rPr>
        <w:t>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2D1F6E">
        <w:rPr>
          <w:rStyle w:val="tun"/>
          <w:rFonts w:eastAsiaTheme="minorHAnsi"/>
        </w:rPr>
        <w:t>Kondiční ozdravné pobyty zaměstnanců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35291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532831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532831">
        <w:rPr>
          <w:highlight w:val="green"/>
        </w:rPr>
        <w:t>]</w:t>
      </w:r>
      <w:r>
        <w:t xml:space="preserve"> dne </w:t>
      </w:r>
      <w:r w:rsidR="00E75DFF" w:rsidRPr="00532831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532831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76CFB" w14:textId="77777777" w:rsidR="00B42A8B" w:rsidRDefault="00B42A8B" w:rsidP="00962258">
      <w:pPr>
        <w:spacing w:after="0" w:line="240" w:lineRule="auto"/>
      </w:pPr>
      <w:r>
        <w:separator/>
      </w:r>
    </w:p>
  </w:endnote>
  <w:endnote w:type="continuationSeparator" w:id="0">
    <w:p w14:paraId="724067B7" w14:textId="77777777" w:rsidR="00B42A8B" w:rsidRDefault="00B42A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10A5EA5E" wp14:editId="12B3AC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0E987F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0A5EA60" wp14:editId="58217A9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1C6A02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0A5EA64" wp14:editId="11CBF27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62D565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0A5EA66" wp14:editId="32F23AF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0A648A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33A81" w14:textId="77777777" w:rsidR="00B42A8B" w:rsidRDefault="00B42A8B" w:rsidP="00962258">
      <w:pPr>
        <w:spacing w:after="0" w:line="240" w:lineRule="auto"/>
      </w:pPr>
      <w:r>
        <w:separator/>
      </w:r>
    </w:p>
  </w:footnote>
  <w:footnote w:type="continuationSeparator" w:id="0">
    <w:p w14:paraId="31F6D967" w14:textId="77777777" w:rsidR="00B42A8B" w:rsidRDefault="00B42A8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10A5EA62" wp14:editId="17682DD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53D63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1F6E"/>
    <w:rsid w:val="002D21D5"/>
    <w:rsid w:val="002D725B"/>
    <w:rsid w:val="002E0CD7"/>
    <w:rsid w:val="00317055"/>
    <w:rsid w:val="00341DCF"/>
    <w:rsid w:val="003503EC"/>
    <w:rsid w:val="00357BC6"/>
    <w:rsid w:val="00371265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2831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C67EF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54423"/>
    <w:rsid w:val="00962258"/>
    <w:rsid w:val="00965F2B"/>
    <w:rsid w:val="009678B7"/>
    <w:rsid w:val="009726F1"/>
    <w:rsid w:val="009833E1"/>
    <w:rsid w:val="00992D9C"/>
    <w:rsid w:val="00996CB8"/>
    <w:rsid w:val="009B14A9"/>
    <w:rsid w:val="009B2E97"/>
    <w:rsid w:val="009E07F4"/>
    <w:rsid w:val="009F392E"/>
    <w:rsid w:val="009F6909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42A8B"/>
    <w:rsid w:val="00B75EE1"/>
    <w:rsid w:val="00B76377"/>
    <w:rsid w:val="00B77481"/>
    <w:rsid w:val="00B8518B"/>
    <w:rsid w:val="00BD7E91"/>
    <w:rsid w:val="00C02D0A"/>
    <w:rsid w:val="00C03A6E"/>
    <w:rsid w:val="00C17A08"/>
    <w:rsid w:val="00C44F6A"/>
    <w:rsid w:val="00C47AE3"/>
    <w:rsid w:val="00C521B3"/>
    <w:rsid w:val="00C67CCA"/>
    <w:rsid w:val="00CD1FC4"/>
    <w:rsid w:val="00D21061"/>
    <w:rsid w:val="00D4108E"/>
    <w:rsid w:val="00D6163D"/>
    <w:rsid w:val="00D71A0E"/>
    <w:rsid w:val="00D73D46"/>
    <w:rsid w:val="00D831A3"/>
    <w:rsid w:val="00D855CA"/>
    <w:rsid w:val="00DA39B9"/>
    <w:rsid w:val="00DC1A61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7B0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84DC2"/>
    <w:rsid w:val="00451C58"/>
    <w:rsid w:val="004F7E9F"/>
    <w:rsid w:val="00954423"/>
    <w:rsid w:val="00965F2B"/>
    <w:rsid w:val="009F6909"/>
    <w:rsid w:val="00C521B3"/>
    <w:rsid w:val="00D71A0E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477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14</cp:revision>
  <cp:lastPrinted>2024-12-18T06:45:00Z</cp:lastPrinted>
  <dcterms:created xsi:type="dcterms:W3CDTF">2022-01-17T07:24:00Z</dcterms:created>
  <dcterms:modified xsi:type="dcterms:W3CDTF">2024-12-18T06:45:00Z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